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A625F" w14:textId="77777777" w:rsidR="00122377" w:rsidRDefault="00122377" w:rsidP="008E3F5E"/>
    <w:p w14:paraId="350E7251" w14:textId="15B5637C" w:rsidR="008E3F5E" w:rsidRPr="007E5F9A" w:rsidRDefault="00BC4F87" w:rsidP="008E3F5E">
      <w:r>
        <w:t>Keskkonnaamet</w:t>
      </w:r>
      <w:r>
        <w:tab/>
      </w:r>
      <w:r>
        <w:tab/>
      </w:r>
      <w:r w:rsidR="008E3F5E">
        <w:rPr>
          <w:noProof/>
        </w:rPr>
        <w:t xml:space="preserve">                                                                           </w:t>
      </w:r>
      <w:r>
        <w:rPr>
          <w:noProof/>
        </w:rPr>
        <w:tab/>
        <w:t xml:space="preserve">   </w:t>
      </w:r>
      <w:r w:rsidR="008E3F5E">
        <w:rPr>
          <w:noProof/>
        </w:rPr>
        <w:t xml:space="preserve"> </w:t>
      </w:r>
      <w:r w:rsidR="00811E9B">
        <w:rPr>
          <w:noProof/>
        </w:rPr>
        <w:t>11</w:t>
      </w:r>
      <w:r w:rsidR="008E3F5E">
        <w:rPr>
          <w:noProof/>
        </w:rPr>
        <w:t>.</w:t>
      </w:r>
      <w:r w:rsidR="00811E9B">
        <w:rPr>
          <w:noProof/>
        </w:rPr>
        <w:t>11</w:t>
      </w:r>
      <w:r w:rsidR="008E3F5E">
        <w:rPr>
          <w:noProof/>
        </w:rPr>
        <w:t>.2025</w:t>
      </w:r>
    </w:p>
    <w:p w14:paraId="2AA31D9F" w14:textId="77777777" w:rsidR="00BC4F87" w:rsidRDefault="00BC4F87" w:rsidP="008E3F5E">
      <w:r w:rsidRPr="00BC4F87">
        <w:t>Roheline 64, 80010 Pärnu</w:t>
      </w:r>
    </w:p>
    <w:p w14:paraId="2E3D67CD" w14:textId="45908E1A" w:rsidR="00472A53" w:rsidRDefault="00472A53" w:rsidP="008E3F5E">
      <w:hyperlink r:id="rId8" w:history="1">
        <w:r w:rsidRPr="00AA7A82">
          <w:rPr>
            <w:rStyle w:val="Hyperlink"/>
          </w:rPr>
          <w:t>info@keskkonnaamet.ee</w:t>
        </w:r>
      </w:hyperlink>
    </w:p>
    <w:p w14:paraId="6CB2A938" w14:textId="77777777" w:rsidR="00811E9B" w:rsidRDefault="00811E9B" w:rsidP="008E3F5E"/>
    <w:p w14:paraId="741B7991" w14:textId="4BCE01FB" w:rsidR="00811E9B" w:rsidRDefault="00811E9B" w:rsidP="008E3F5E">
      <w:r>
        <w:t>Riigimetsa Majandamise Keskus</w:t>
      </w:r>
      <w:r>
        <w:br/>
        <w:t>Mõisa/3, 45403 Haljala vald</w:t>
      </w:r>
    </w:p>
    <w:p w14:paraId="57E9F4EC" w14:textId="67D09068" w:rsidR="00811E9B" w:rsidRDefault="00811E9B" w:rsidP="008E3F5E">
      <w:hyperlink r:id="rId9" w:history="1">
        <w:r w:rsidRPr="000B0FEF">
          <w:rPr>
            <w:rStyle w:val="Hyperlink"/>
          </w:rPr>
          <w:t>rmk@rmk.ee</w:t>
        </w:r>
      </w:hyperlink>
    </w:p>
    <w:p w14:paraId="040DEE88" w14:textId="77777777" w:rsidR="00811E9B" w:rsidRDefault="00811E9B" w:rsidP="008E3F5E"/>
    <w:p w14:paraId="2F8DC05B" w14:textId="19E62C47" w:rsidR="008E3F5E" w:rsidRPr="007E5F9A" w:rsidRDefault="008E3F5E" w:rsidP="008E3F5E">
      <w:r>
        <w:tab/>
      </w:r>
      <w:r>
        <w:tab/>
      </w:r>
      <w:r>
        <w:tab/>
      </w:r>
      <w:r>
        <w:tab/>
      </w:r>
      <w:r>
        <w:tab/>
      </w:r>
    </w:p>
    <w:p w14:paraId="2322D61B" w14:textId="77777777" w:rsidR="00472A53" w:rsidRDefault="008E3F5E" w:rsidP="00472A5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0092565" w14:textId="0B760860" w:rsidR="00690F42" w:rsidRDefault="00690F42" w:rsidP="00472A53">
      <w:pPr>
        <w:rPr>
          <w:b/>
          <w:bCs/>
        </w:rPr>
      </w:pPr>
      <w:r w:rsidRPr="00690F42">
        <w:rPr>
          <w:b/>
          <w:bCs/>
        </w:rPr>
        <w:t>Ettepanek Endla järve kalastustingimuste ja paadikohtade korraldamiseks</w:t>
      </w:r>
    </w:p>
    <w:p w14:paraId="027ED85B" w14:textId="77777777" w:rsidR="00690F42" w:rsidRDefault="00690F42" w:rsidP="00472A53">
      <w:pPr>
        <w:rPr>
          <w:b/>
          <w:bCs/>
        </w:rPr>
      </w:pPr>
    </w:p>
    <w:p w14:paraId="0DDF0AC9" w14:textId="77777777" w:rsidR="00690F42" w:rsidRDefault="00690F42" w:rsidP="00690F42">
      <w:pPr>
        <w:jc w:val="both"/>
      </w:pPr>
      <w:r w:rsidRPr="00690F42">
        <w:t>Olete toonud avalikkuse ette ja kirjeldanud olukorda, kus kalastajate huvi Endla järve vastu on suur ning enamik paate ei mahu järve ääres paadisilla juurde ära.</w:t>
      </w:r>
    </w:p>
    <w:p w14:paraId="53736A27" w14:textId="77777777" w:rsidR="00DE3152" w:rsidRPr="00690F42" w:rsidRDefault="00DE3152" w:rsidP="00690F42">
      <w:pPr>
        <w:jc w:val="both"/>
      </w:pPr>
    </w:p>
    <w:p w14:paraId="40AD697B" w14:textId="18DF279C" w:rsidR="00690F42" w:rsidRDefault="00690F42" w:rsidP="00690F42">
      <w:pPr>
        <w:jc w:val="both"/>
      </w:pPr>
      <w:r w:rsidRPr="00690F42">
        <w:t xml:space="preserve">Endla järvel on kalapüük kohalike seas ja ka üle-Eestiliselt pikaajaline traditsioon ja seda lubab nii kaitse-eeskiri kui ka Keskkonnaamet, väljastades iga-aastaselt ilmselt tuhandeid kalastuskaarte, küsides selle eest ka eritasu. </w:t>
      </w:r>
      <w:r w:rsidR="00811E9B">
        <w:t xml:space="preserve">Kalastajate hulgas on ka palju noori. </w:t>
      </w:r>
      <w:r w:rsidRPr="00690F42">
        <w:t>Teisalt ei näe kaitse-eeskiri ette, mismoodi püügiperioodil kalale peaks pääsema, sealhulgas mismoodi peaks igaühele võrdselt olema korraldatud paatide kasutamine/hoiustamine või millisel alal paati hoida ei tohiks.</w:t>
      </w:r>
    </w:p>
    <w:p w14:paraId="06AE5337" w14:textId="77777777" w:rsidR="00DE3152" w:rsidRPr="00690F42" w:rsidRDefault="00DE3152" w:rsidP="00690F42">
      <w:pPr>
        <w:jc w:val="both"/>
      </w:pPr>
    </w:p>
    <w:p w14:paraId="74CA2050" w14:textId="0960324A" w:rsidR="00690F42" w:rsidRDefault="00690F42" w:rsidP="00690F42">
      <w:pPr>
        <w:jc w:val="both"/>
      </w:pPr>
      <w:r w:rsidRPr="00690F42">
        <w:t>Kui leiate, et olukord on probleemne</w:t>
      </w:r>
      <w:r>
        <w:t xml:space="preserve"> </w:t>
      </w:r>
      <w:r w:rsidRPr="00690F42">
        <w:t xml:space="preserve">— siis selleks, et mitte teha loodushariduslikku karuteenet, teeme ettepaneku otsida lahendust mitte läbi keeldude, vaid luues paremaid tingimusi (uus paadisild/vana pikendamine, </w:t>
      </w:r>
      <w:r w:rsidR="00DE3152">
        <w:t>paatide hoiustamise ala loomine vms</w:t>
      </w:r>
      <w:r w:rsidRPr="00690F42">
        <w:t>).</w:t>
      </w:r>
      <w:r w:rsidR="00DE3152">
        <w:t xml:space="preserve"> Koeru Kalandus- ja Matkaklubi on valmis omalt poolt panustama ja abi pakkuma talgutöö korras.</w:t>
      </w:r>
    </w:p>
    <w:p w14:paraId="6002DB1A" w14:textId="77777777" w:rsidR="00DE3152" w:rsidRDefault="00DE3152" w:rsidP="00690F42">
      <w:pPr>
        <w:jc w:val="both"/>
      </w:pPr>
    </w:p>
    <w:p w14:paraId="6C611547" w14:textId="77777777" w:rsidR="00DE3152" w:rsidRPr="00690F42" w:rsidRDefault="00DE3152" w:rsidP="00690F42">
      <w:pPr>
        <w:jc w:val="both"/>
      </w:pPr>
    </w:p>
    <w:p w14:paraId="70FE5A35" w14:textId="77777777" w:rsidR="00690F42" w:rsidRPr="00472A53" w:rsidRDefault="00690F42" w:rsidP="00472A53"/>
    <w:p w14:paraId="1FBAF413" w14:textId="0B6E97AD" w:rsidR="008E3F5E" w:rsidRDefault="008E3F5E" w:rsidP="008E3F5E">
      <w:r>
        <w:t>Jaak Tammik</w:t>
      </w:r>
    </w:p>
    <w:p w14:paraId="62324488" w14:textId="6FD5385A" w:rsidR="008E3F5E" w:rsidRDefault="008E3F5E" w:rsidP="008E3F5E">
      <w:r>
        <w:t>juhatuse liige</w:t>
      </w:r>
    </w:p>
    <w:p w14:paraId="72CDC114" w14:textId="1E58BA4D" w:rsidR="00EC67FD" w:rsidRDefault="008E3F5E" w:rsidP="008E3F5E">
      <w:r>
        <w:t xml:space="preserve">e-mail: </w:t>
      </w:r>
      <w:hyperlink r:id="rId10" w:history="1">
        <w:r w:rsidR="00122377" w:rsidRPr="00AA7A82">
          <w:rPr>
            <w:rStyle w:val="Hyperlink"/>
          </w:rPr>
          <w:t>tammik.jaak@gmail.com</w:t>
        </w:r>
      </w:hyperlink>
    </w:p>
    <w:p w14:paraId="743E2D09" w14:textId="71A88CC5" w:rsidR="00FD29F4" w:rsidRDefault="00DC22EF" w:rsidP="008E3F5E">
      <w:pPr>
        <w:rPr>
          <w:i/>
          <w:iCs/>
        </w:rPr>
      </w:pPr>
      <w:r>
        <w:rPr>
          <w:i/>
          <w:iCs/>
        </w:rPr>
        <w:t>/</w:t>
      </w:r>
      <w:r w:rsidR="008E3F5E" w:rsidRPr="008E3F5E">
        <w:rPr>
          <w:i/>
          <w:iCs/>
        </w:rPr>
        <w:t>allkirjastatud digitaalselt</w:t>
      </w:r>
      <w:r>
        <w:rPr>
          <w:i/>
          <w:iCs/>
        </w:rPr>
        <w:t>/</w:t>
      </w:r>
    </w:p>
    <w:p w14:paraId="3CA9CAA5" w14:textId="544ED5EC" w:rsidR="00472A53" w:rsidRPr="00472A53" w:rsidRDefault="00472A53" w:rsidP="008E3F5E"/>
    <w:sectPr w:rsidR="00472A53" w:rsidRPr="00472A53" w:rsidSect="000F1B7E">
      <w:headerReference w:type="default" r:id="rId11"/>
      <w:footerReference w:type="default" r:id="rId12"/>
      <w:pgSz w:w="11906" w:h="16838"/>
      <w:pgMar w:top="680" w:right="851" w:bottom="680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B4FC0" w14:textId="77777777" w:rsidR="00D43569" w:rsidRDefault="00D43569" w:rsidP="00F419AB">
      <w:r>
        <w:separator/>
      </w:r>
    </w:p>
  </w:endnote>
  <w:endnote w:type="continuationSeparator" w:id="0">
    <w:p w14:paraId="766C9E36" w14:textId="77777777" w:rsidR="00D43569" w:rsidRDefault="00D43569" w:rsidP="00F41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E42A7" w14:textId="497F8946" w:rsidR="00243E56" w:rsidRPr="00484469" w:rsidRDefault="00B15FBD" w:rsidP="00FE1CEA">
    <w:pPr>
      <w:pStyle w:val="Footer"/>
      <w:pBdr>
        <w:top w:val="single" w:sz="4" w:space="1" w:color="auto"/>
      </w:pBdr>
      <w:tabs>
        <w:tab w:val="left" w:pos="3828"/>
        <w:tab w:val="left" w:pos="5387"/>
        <w:tab w:val="left" w:pos="6663"/>
      </w:tabs>
      <w:rPr>
        <w:sz w:val="20"/>
        <w:szCs w:val="20"/>
      </w:rPr>
    </w:pPr>
    <w:r>
      <w:rPr>
        <w:sz w:val="20"/>
        <w:szCs w:val="20"/>
      </w:rPr>
      <w:t xml:space="preserve">MTÜ Koeru Kalandus- ja Matkaklubi </w:t>
    </w:r>
    <w:r>
      <w:rPr>
        <w:sz w:val="20"/>
        <w:szCs w:val="20"/>
      </w:rPr>
      <w:tab/>
    </w:r>
    <w:r w:rsidR="00243E56">
      <w:rPr>
        <w:sz w:val="20"/>
        <w:szCs w:val="20"/>
      </w:rPr>
      <w:t xml:space="preserve">Reg. nr. </w:t>
    </w:r>
    <w:bookmarkStart w:id="0" w:name="_Hlk187741255"/>
    <w:r w:rsidRPr="00B15FBD">
      <w:rPr>
        <w:sz w:val="20"/>
        <w:szCs w:val="20"/>
      </w:rPr>
      <w:t>80399192</w:t>
    </w:r>
    <w:bookmarkEnd w:id="0"/>
    <w:r>
      <w:rPr>
        <w:sz w:val="20"/>
        <w:szCs w:val="20"/>
      </w:rPr>
      <w:tab/>
    </w:r>
    <w:r>
      <w:rPr>
        <w:sz w:val="20"/>
        <w:szCs w:val="20"/>
      </w:rPr>
      <w:tab/>
    </w:r>
  </w:p>
  <w:p w14:paraId="6FBBC2DE" w14:textId="77777777" w:rsidR="00B15FBD" w:rsidRDefault="00243E56" w:rsidP="00484469">
    <w:pPr>
      <w:pStyle w:val="Footer"/>
      <w:tabs>
        <w:tab w:val="left" w:pos="1560"/>
        <w:tab w:val="left" w:pos="3828"/>
        <w:tab w:val="left" w:pos="5387"/>
        <w:tab w:val="left" w:pos="6663"/>
      </w:tabs>
      <w:rPr>
        <w:sz w:val="20"/>
        <w:szCs w:val="20"/>
      </w:rPr>
    </w:pPr>
    <w:r>
      <w:rPr>
        <w:sz w:val="20"/>
        <w:szCs w:val="20"/>
      </w:rPr>
      <w:tab/>
    </w:r>
  </w:p>
  <w:p w14:paraId="502FCC45" w14:textId="15308CDC" w:rsidR="00243E56" w:rsidRPr="00484469" w:rsidRDefault="00B15FBD" w:rsidP="00484469">
    <w:pPr>
      <w:pStyle w:val="Footer"/>
      <w:tabs>
        <w:tab w:val="left" w:pos="1560"/>
        <w:tab w:val="left" w:pos="3828"/>
        <w:tab w:val="left" w:pos="5387"/>
        <w:tab w:val="left" w:pos="6663"/>
      </w:tabs>
      <w:rPr>
        <w:sz w:val="20"/>
        <w:szCs w:val="20"/>
      </w:rPr>
    </w:pPr>
    <w:r>
      <w:rPr>
        <w:sz w:val="20"/>
        <w:szCs w:val="20"/>
      </w:rPr>
      <w:tab/>
    </w:r>
    <w:r w:rsidR="00B404AA">
      <w:rPr>
        <w:sz w:val="20"/>
        <w:szCs w:val="20"/>
      </w:rPr>
      <w:t>Tel</w:t>
    </w:r>
    <w:r w:rsidR="00243E56" w:rsidRPr="00484469">
      <w:rPr>
        <w:sz w:val="20"/>
        <w:szCs w:val="20"/>
      </w:rPr>
      <w:t xml:space="preserve"> </w:t>
    </w:r>
    <w:bookmarkStart w:id="1" w:name="_Hlk187741384"/>
    <w:r w:rsidR="00243E56" w:rsidRPr="00484469">
      <w:rPr>
        <w:sz w:val="20"/>
        <w:szCs w:val="20"/>
      </w:rPr>
      <w:t>+372</w:t>
    </w:r>
    <w:r w:rsidR="00B404AA">
      <w:rPr>
        <w:sz w:val="20"/>
        <w:szCs w:val="20"/>
      </w:rPr>
      <w:t xml:space="preserve"> 581 </w:t>
    </w:r>
    <w:r>
      <w:rPr>
        <w:sz w:val="20"/>
        <w:szCs w:val="20"/>
      </w:rPr>
      <w:t>45847</w:t>
    </w:r>
    <w:bookmarkEnd w:id="1"/>
    <w:r w:rsidR="00243E56" w:rsidRPr="00484469">
      <w:rPr>
        <w:sz w:val="20"/>
        <w:szCs w:val="20"/>
      </w:rPr>
      <w:tab/>
    </w:r>
    <w:r>
      <w:rPr>
        <w:sz w:val="20"/>
        <w:szCs w:val="20"/>
      </w:rPr>
      <w:t>tammik.jaak</w:t>
    </w:r>
    <w:r w:rsidRPr="00484469">
      <w:rPr>
        <w:sz w:val="20"/>
        <w:szCs w:val="20"/>
      </w:rPr>
      <w:t>@</w:t>
    </w:r>
    <w:r>
      <w:rPr>
        <w:sz w:val="20"/>
        <w:szCs w:val="20"/>
      </w:rPr>
      <w:t>gmail</w:t>
    </w:r>
    <w:r w:rsidRPr="00484469">
      <w:rPr>
        <w:sz w:val="20"/>
        <w:szCs w:val="20"/>
      </w:rPr>
      <w:t>.</w:t>
    </w:r>
    <w:r>
      <w:rPr>
        <w:sz w:val="20"/>
        <w:szCs w:val="20"/>
      </w:rPr>
      <w:t>com</w:t>
    </w:r>
    <w:r>
      <w:rPr>
        <w:sz w:val="20"/>
        <w:szCs w:val="20"/>
      </w:rPr>
      <w:tab/>
    </w:r>
  </w:p>
  <w:p w14:paraId="54BC5778" w14:textId="4702979F" w:rsidR="00243E56" w:rsidRPr="00484469" w:rsidRDefault="00243E56" w:rsidP="00484469">
    <w:pPr>
      <w:pStyle w:val="Footer"/>
      <w:tabs>
        <w:tab w:val="left" w:pos="1560"/>
        <w:tab w:val="left" w:pos="3828"/>
        <w:tab w:val="left" w:pos="5387"/>
        <w:tab w:val="left" w:pos="6663"/>
        <w:tab w:val="left" w:pos="7371"/>
      </w:tabs>
      <w:rPr>
        <w:sz w:val="20"/>
        <w:szCs w:val="20"/>
      </w:rPr>
    </w:pPr>
    <w:r w:rsidRPr="00484469">
      <w:rPr>
        <w:sz w:val="20"/>
        <w:szCs w:val="20"/>
      </w:rPr>
      <w:tab/>
    </w: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5A46B" w14:textId="77777777" w:rsidR="00D43569" w:rsidRDefault="00D43569" w:rsidP="00F419AB">
      <w:r>
        <w:separator/>
      </w:r>
    </w:p>
  </w:footnote>
  <w:footnote w:type="continuationSeparator" w:id="0">
    <w:p w14:paraId="5653288A" w14:textId="77777777" w:rsidR="00D43569" w:rsidRDefault="00D43569" w:rsidP="00F41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0846C" w14:textId="77777777" w:rsidR="00C26146" w:rsidRDefault="00C26146" w:rsidP="00C26146">
    <w:pPr>
      <w:pStyle w:val="Header"/>
      <w:jc w:val="center"/>
    </w:pPr>
  </w:p>
  <w:p w14:paraId="76616D1C" w14:textId="5542AA92" w:rsidR="00B404AA" w:rsidRDefault="00284F67" w:rsidP="00284F67">
    <w:pPr>
      <w:pStyle w:val="Header"/>
    </w:pPr>
    <w:r>
      <w:rPr>
        <w:noProof/>
      </w:rPr>
      <w:t xml:space="preserve">                            </w:t>
    </w:r>
    <w:r>
      <w:rPr>
        <w:noProof/>
      </w:rPr>
      <w:drawing>
        <wp:inline distT="0" distB="0" distL="0" distR="0" wp14:anchorId="2CA2AAEC" wp14:editId="7783EBEF">
          <wp:extent cx="3482340" cy="867233"/>
          <wp:effectExtent l="0" t="0" r="3810" b="9525"/>
          <wp:docPr id="1" name="Pilt 1" descr="Pilt, millel on kujutatud logo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 descr="Pilt, millel on kujutatud logo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9214" cy="9112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E575F2"/>
    <w:multiLevelType w:val="hybridMultilevel"/>
    <w:tmpl w:val="3C84122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4C67EE"/>
    <w:multiLevelType w:val="hybridMultilevel"/>
    <w:tmpl w:val="E73EB5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837451">
    <w:abstractNumId w:val="1"/>
  </w:num>
  <w:num w:numId="2" w16cid:durableId="841046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61"/>
    <w:rsid w:val="00073557"/>
    <w:rsid w:val="00073D14"/>
    <w:rsid w:val="000A0B9B"/>
    <w:rsid w:val="000B7E5D"/>
    <w:rsid w:val="000C6EB2"/>
    <w:rsid w:val="000D48C7"/>
    <w:rsid w:val="000E31AF"/>
    <w:rsid w:val="000F1B7E"/>
    <w:rsid w:val="001153BC"/>
    <w:rsid w:val="00122377"/>
    <w:rsid w:val="00144460"/>
    <w:rsid w:val="001A0C8E"/>
    <w:rsid w:val="001B6449"/>
    <w:rsid w:val="001C67D7"/>
    <w:rsid w:val="001F0BEF"/>
    <w:rsid w:val="00243E56"/>
    <w:rsid w:val="00255DCA"/>
    <w:rsid w:val="002626AB"/>
    <w:rsid w:val="00280D37"/>
    <w:rsid w:val="00284931"/>
    <w:rsid w:val="00284F67"/>
    <w:rsid w:val="002C7746"/>
    <w:rsid w:val="002D1AF8"/>
    <w:rsid w:val="00305A1C"/>
    <w:rsid w:val="00317009"/>
    <w:rsid w:val="00325422"/>
    <w:rsid w:val="00357502"/>
    <w:rsid w:val="003B2A67"/>
    <w:rsid w:val="00417889"/>
    <w:rsid w:val="00431021"/>
    <w:rsid w:val="004534DD"/>
    <w:rsid w:val="00464836"/>
    <w:rsid w:val="00472A53"/>
    <w:rsid w:val="00484469"/>
    <w:rsid w:val="004A0A5B"/>
    <w:rsid w:val="004B26BE"/>
    <w:rsid w:val="004E0A54"/>
    <w:rsid w:val="0051496A"/>
    <w:rsid w:val="005326FB"/>
    <w:rsid w:val="00585374"/>
    <w:rsid w:val="0059070A"/>
    <w:rsid w:val="005C5EC1"/>
    <w:rsid w:val="005E4270"/>
    <w:rsid w:val="00605DEE"/>
    <w:rsid w:val="006322A9"/>
    <w:rsid w:val="00640CC0"/>
    <w:rsid w:val="00642583"/>
    <w:rsid w:val="006470B5"/>
    <w:rsid w:val="00690F42"/>
    <w:rsid w:val="006B0224"/>
    <w:rsid w:val="006C2631"/>
    <w:rsid w:val="006D51BD"/>
    <w:rsid w:val="006D7785"/>
    <w:rsid w:val="00733514"/>
    <w:rsid w:val="00750B6E"/>
    <w:rsid w:val="007A5922"/>
    <w:rsid w:val="007B4CD6"/>
    <w:rsid w:val="007B6D82"/>
    <w:rsid w:val="007C4E5D"/>
    <w:rsid w:val="007D300C"/>
    <w:rsid w:val="00811E9B"/>
    <w:rsid w:val="0082412D"/>
    <w:rsid w:val="00832A6F"/>
    <w:rsid w:val="00841BE7"/>
    <w:rsid w:val="008517E8"/>
    <w:rsid w:val="00856DD1"/>
    <w:rsid w:val="0085736F"/>
    <w:rsid w:val="00874BD1"/>
    <w:rsid w:val="008A6CA4"/>
    <w:rsid w:val="008D2D15"/>
    <w:rsid w:val="008E3F5E"/>
    <w:rsid w:val="008E405C"/>
    <w:rsid w:val="008E4FCA"/>
    <w:rsid w:val="008E5621"/>
    <w:rsid w:val="0099604F"/>
    <w:rsid w:val="009F373D"/>
    <w:rsid w:val="00A26C6A"/>
    <w:rsid w:val="00AE3E50"/>
    <w:rsid w:val="00B10361"/>
    <w:rsid w:val="00B15FBD"/>
    <w:rsid w:val="00B166B7"/>
    <w:rsid w:val="00B3494A"/>
    <w:rsid w:val="00B404AA"/>
    <w:rsid w:val="00B45B7C"/>
    <w:rsid w:val="00B4729B"/>
    <w:rsid w:val="00BA2954"/>
    <w:rsid w:val="00BA7CC4"/>
    <w:rsid w:val="00BB7961"/>
    <w:rsid w:val="00BC4F87"/>
    <w:rsid w:val="00BD355A"/>
    <w:rsid w:val="00BF6D91"/>
    <w:rsid w:val="00C02D82"/>
    <w:rsid w:val="00C04F69"/>
    <w:rsid w:val="00C26146"/>
    <w:rsid w:val="00C43B4D"/>
    <w:rsid w:val="00D43569"/>
    <w:rsid w:val="00D43FA7"/>
    <w:rsid w:val="00D57E21"/>
    <w:rsid w:val="00D64867"/>
    <w:rsid w:val="00D73CBB"/>
    <w:rsid w:val="00D91D32"/>
    <w:rsid w:val="00DB7987"/>
    <w:rsid w:val="00DC22EF"/>
    <w:rsid w:val="00DC24BF"/>
    <w:rsid w:val="00DE3152"/>
    <w:rsid w:val="00E01B4A"/>
    <w:rsid w:val="00E37F60"/>
    <w:rsid w:val="00E54D50"/>
    <w:rsid w:val="00E65B5C"/>
    <w:rsid w:val="00EA53DF"/>
    <w:rsid w:val="00EC67FD"/>
    <w:rsid w:val="00F02DD1"/>
    <w:rsid w:val="00F419AB"/>
    <w:rsid w:val="00F473C7"/>
    <w:rsid w:val="00F709CB"/>
    <w:rsid w:val="00F70D59"/>
    <w:rsid w:val="00F71BA0"/>
    <w:rsid w:val="00FC0854"/>
    <w:rsid w:val="00FD12CF"/>
    <w:rsid w:val="00FD29F4"/>
    <w:rsid w:val="00FE1CEA"/>
    <w:rsid w:val="00FF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8E0AF"/>
  <w15:chartTrackingRefBased/>
  <w15:docId w15:val="{4496C491-99CE-4E76-9E16-6E7F562CF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626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A6C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F419A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419AB"/>
    <w:rPr>
      <w:sz w:val="24"/>
      <w:szCs w:val="24"/>
    </w:rPr>
  </w:style>
  <w:style w:type="paragraph" w:styleId="Footer">
    <w:name w:val="footer"/>
    <w:basedOn w:val="Normal"/>
    <w:link w:val="FooterChar"/>
    <w:rsid w:val="00F419A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419AB"/>
    <w:rPr>
      <w:sz w:val="24"/>
      <w:szCs w:val="24"/>
    </w:rPr>
  </w:style>
  <w:style w:type="character" w:styleId="Hyperlink">
    <w:name w:val="Hyperlink"/>
    <w:basedOn w:val="DefaultParagraphFont"/>
    <w:rsid w:val="0048446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4469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4A0A5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semiHidden/>
    <w:rsid w:val="002626A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22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eskkonnaamet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tammik.jaak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mk@rmk.e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adlusliit%20Velja\Documents\Custom%20Office%20Templates\blankett_UUS_log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10670-A5E4-47C7-A6BE-CDAF6235C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blankett_UUS_logo</Template>
  <TotalTime>54</TotalTime>
  <Pages>1</Pages>
  <Words>223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>Tartu Ülikooli Vastuvõtukomisjonile</vt:lpstr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Jaak Tammik</dc:creator>
  <cp:keywords/>
  <dc:description/>
  <cp:lastModifiedBy>Jaak Tammik</cp:lastModifiedBy>
  <cp:revision>3</cp:revision>
  <cp:lastPrinted>2017-07-03T11:37:00Z</cp:lastPrinted>
  <dcterms:created xsi:type="dcterms:W3CDTF">2025-11-11T11:21:00Z</dcterms:created>
  <dcterms:modified xsi:type="dcterms:W3CDTF">2025-11-11T12:15:00Z</dcterms:modified>
</cp:coreProperties>
</file>